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B70" w:rsidRPr="001B503D" w:rsidRDefault="007D0B70" w:rsidP="00887E84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№10</w:t>
      </w:r>
    </w:p>
    <w:p w:rsidR="007D0B70" w:rsidRDefault="007D0B70" w:rsidP="00887E84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муниципального Совета</w:t>
      </w:r>
      <w:r w:rsidRPr="001B503D">
        <w:rPr>
          <w:sz w:val="22"/>
          <w:szCs w:val="22"/>
        </w:rPr>
        <w:t xml:space="preserve"> МО </w:t>
      </w:r>
    </w:p>
    <w:p w:rsidR="007D0B70" w:rsidRDefault="007D0B70" w:rsidP="00887E84">
      <w:pPr>
        <w:jc w:val="right"/>
        <w:outlineLvl w:val="0"/>
        <w:rPr>
          <w:sz w:val="22"/>
          <w:szCs w:val="22"/>
        </w:rPr>
      </w:pP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Зимне-Золотицкое</w:t>
      </w:r>
      <w:r w:rsidRPr="001B503D">
        <w:rPr>
          <w:sz w:val="22"/>
          <w:szCs w:val="22"/>
        </w:rPr>
        <w:t xml:space="preserve">» «О бюджете муниципального   </w:t>
      </w:r>
    </w:p>
    <w:p w:rsidR="007D0B70" w:rsidRDefault="007D0B70" w:rsidP="00887E84">
      <w:pPr>
        <w:jc w:val="right"/>
        <w:rPr>
          <w:sz w:val="22"/>
          <w:szCs w:val="22"/>
        </w:rPr>
      </w:pPr>
      <w:r w:rsidRPr="001B503D">
        <w:rPr>
          <w:sz w:val="22"/>
          <w:szCs w:val="22"/>
        </w:rPr>
        <w:t>образования «</w:t>
      </w:r>
      <w:r>
        <w:rPr>
          <w:sz w:val="22"/>
          <w:szCs w:val="22"/>
        </w:rPr>
        <w:t>Зимн</w:t>
      </w:r>
      <w:r w:rsidRPr="001B503D">
        <w:rPr>
          <w:sz w:val="22"/>
          <w:szCs w:val="22"/>
        </w:rPr>
        <w:t>е</w:t>
      </w:r>
      <w:r>
        <w:rPr>
          <w:sz w:val="22"/>
          <w:szCs w:val="22"/>
        </w:rPr>
        <w:t>-Золотицкое</w:t>
      </w:r>
      <w:r w:rsidRPr="001B503D">
        <w:rPr>
          <w:sz w:val="22"/>
          <w:szCs w:val="22"/>
        </w:rPr>
        <w:t>» на 201</w:t>
      </w:r>
      <w:r>
        <w:rPr>
          <w:sz w:val="22"/>
          <w:szCs w:val="22"/>
        </w:rPr>
        <w:t>4</w:t>
      </w:r>
      <w:r w:rsidRPr="001B503D">
        <w:rPr>
          <w:sz w:val="22"/>
          <w:szCs w:val="22"/>
        </w:rPr>
        <w:t xml:space="preserve"> год » »    </w:t>
      </w:r>
    </w:p>
    <w:p w:rsidR="007D0B70" w:rsidRDefault="007D0B70" w:rsidP="00887E84">
      <w:pPr>
        <w:jc w:val="right"/>
        <w:rPr>
          <w:b/>
          <w:sz w:val="28"/>
          <w:szCs w:val="28"/>
        </w:rPr>
      </w:pPr>
      <w:r w:rsidRPr="001B503D">
        <w:rPr>
          <w:sz w:val="22"/>
          <w:szCs w:val="22"/>
        </w:rPr>
        <w:t>от</w:t>
      </w:r>
      <w:r>
        <w:rPr>
          <w:sz w:val="22"/>
          <w:szCs w:val="22"/>
        </w:rPr>
        <w:t xml:space="preserve"> </w:t>
      </w:r>
      <w:r w:rsidRPr="001B503D">
        <w:rPr>
          <w:sz w:val="22"/>
          <w:szCs w:val="22"/>
        </w:rPr>
        <w:t>«</w:t>
      </w:r>
      <w:r>
        <w:rPr>
          <w:sz w:val="22"/>
          <w:szCs w:val="22"/>
        </w:rPr>
        <w:t>26</w:t>
      </w:r>
      <w:r w:rsidRPr="001B503D">
        <w:rPr>
          <w:sz w:val="22"/>
          <w:szCs w:val="22"/>
        </w:rPr>
        <w:t xml:space="preserve">» декабря </w:t>
      </w:r>
      <w:smartTag w:uri="urn:schemas-microsoft-com:office:smarttags" w:element="metricconverter">
        <w:smartTagPr>
          <w:attr w:name="ProductID" w:val="2013 г"/>
        </w:smartTagPr>
        <w:r w:rsidRPr="001B503D">
          <w:rPr>
            <w:sz w:val="22"/>
            <w:szCs w:val="22"/>
          </w:rPr>
          <w:t>201</w:t>
        </w:r>
        <w:r>
          <w:rPr>
            <w:sz w:val="22"/>
            <w:szCs w:val="22"/>
          </w:rPr>
          <w:t>3 г</w:t>
        </w:r>
      </w:smartTag>
      <w:r>
        <w:rPr>
          <w:sz w:val="22"/>
          <w:szCs w:val="22"/>
        </w:rPr>
        <w:t xml:space="preserve">  №26  </w:t>
      </w:r>
      <w:r w:rsidRPr="001B503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4"/>
        </w:rPr>
      </w:pPr>
    </w:p>
    <w:p w:rsidR="007D0B70" w:rsidRDefault="007D0B70" w:rsidP="00887E84">
      <w:pPr>
        <w:jc w:val="center"/>
        <w:rPr>
          <w:b/>
          <w:sz w:val="24"/>
        </w:rPr>
      </w:pPr>
    </w:p>
    <w:p w:rsidR="007D0B70" w:rsidRPr="008B1AA3" w:rsidRDefault="007D0B70" w:rsidP="00887E84">
      <w:pPr>
        <w:jc w:val="center"/>
        <w:rPr>
          <w:b/>
          <w:sz w:val="24"/>
        </w:rPr>
      </w:pPr>
      <w:r w:rsidRPr="004F1EB9">
        <w:rPr>
          <w:b/>
          <w:sz w:val="24"/>
        </w:rPr>
        <w:t xml:space="preserve">Перечень автомобильных дорог общего пользования местного значения, подлежащих содержанию и ремонту, в рамках средств дорожного фонда </w:t>
      </w:r>
      <w:r w:rsidRPr="008B1AA3">
        <w:rPr>
          <w:b/>
          <w:sz w:val="24"/>
        </w:rPr>
        <w:t>муниципального образования «Зимне-Золотицкое»</w:t>
      </w:r>
      <w:r w:rsidRPr="004F1EB9">
        <w:rPr>
          <w:b/>
          <w:sz w:val="24"/>
        </w:rPr>
        <w:t xml:space="preserve"> в 2014 году</w:t>
      </w:r>
    </w:p>
    <w:p w:rsidR="007D0B70" w:rsidRPr="008B1AA3" w:rsidRDefault="007D0B70" w:rsidP="00887E84">
      <w:pPr>
        <w:jc w:val="center"/>
        <w:rPr>
          <w:b/>
          <w:sz w:val="24"/>
        </w:rPr>
      </w:pPr>
    </w:p>
    <w:tbl>
      <w:tblPr>
        <w:tblW w:w="1043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2809"/>
        <w:gridCol w:w="2414"/>
        <w:gridCol w:w="1815"/>
        <w:gridCol w:w="1572"/>
        <w:gridCol w:w="1383"/>
      </w:tblGrid>
      <w:tr w:rsidR="007D0B70" w:rsidRPr="008B1AA3" w:rsidTr="004F1EB9">
        <w:tc>
          <w:tcPr>
            <w:tcW w:w="44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№</w:t>
            </w:r>
          </w:p>
        </w:tc>
        <w:tc>
          <w:tcPr>
            <w:tcW w:w="297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Наименование территории, по которой проходит автодорога</w:t>
            </w:r>
          </w:p>
        </w:tc>
        <w:tc>
          <w:tcPr>
            <w:tcW w:w="2520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Наименование дороги</w:t>
            </w:r>
          </w:p>
        </w:tc>
        <w:tc>
          <w:tcPr>
            <w:tcW w:w="181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Протяженность автодороги, км</w:t>
            </w:r>
          </w:p>
        </w:tc>
        <w:tc>
          <w:tcPr>
            <w:tcW w:w="1603" w:type="dxa"/>
            <w:vAlign w:val="center"/>
          </w:tcPr>
          <w:p w:rsidR="007D0B70" w:rsidRPr="004F1EB9" w:rsidRDefault="007D0B70" w:rsidP="004F1EB9">
            <w:pPr>
              <w:jc w:val="center"/>
              <w:rPr>
                <w:sz w:val="24"/>
              </w:rPr>
            </w:pPr>
            <w:r w:rsidRPr="004F1EB9">
              <w:rPr>
                <w:sz w:val="24"/>
              </w:rPr>
              <w:t>Вид работ</w:t>
            </w:r>
          </w:p>
        </w:tc>
        <w:tc>
          <w:tcPr>
            <w:tcW w:w="1080" w:type="dxa"/>
            <w:vAlign w:val="center"/>
          </w:tcPr>
          <w:p w:rsidR="007D0B70" w:rsidRPr="004F1EB9" w:rsidRDefault="007D0B70" w:rsidP="004F1EB9">
            <w:pPr>
              <w:jc w:val="center"/>
              <w:rPr>
                <w:sz w:val="24"/>
              </w:rPr>
            </w:pPr>
            <w:r w:rsidRPr="004F1EB9">
              <w:rPr>
                <w:sz w:val="24"/>
              </w:rPr>
              <w:t>Стоимость, тыс. рублей</w:t>
            </w:r>
          </w:p>
        </w:tc>
      </w:tr>
      <w:tr w:rsidR="007D0B70" w:rsidRPr="008B1AA3" w:rsidTr="004F1EB9">
        <w:tc>
          <w:tcPr>
            <w:tcW w:w="44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МО «Зимне-Золотицкое»</w:t>
            </w:r>
          </w:p>
        </w:tc>
        <w:tc>
          <w:tcPr>
            <w:tcW w:w="2520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Автодорога д.Верхняя Золотица</w:t>
            </w:r>
          </w:p>
        </w:tc>
        <w:tc>
          <w:tcPr>
            <w:tcW w:w="181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EB64E1">
                <w:rPr>
                  <w:sz w:val="24"/>
                </w:rPr>
                <w:t>2 км</w:t>
              </w:r>
            </w:smartTag>
            <w:r w:rsidRPr="00EB64E1">
              <w:rPr>
                <w:sz w:val="24"/>
              </w:rPr>
              <w:t>.</w:t>
            </w:r>
          </w:p>
        </w:tc>
        <w:tc>
          <w:tcPr>
            <w:tcW w:w="1603" w:type="dxa"/>
            <w:vAlign w:val="center"/>
          </w:tcPr>
          <w:p w:rsidR="007D0B70" w:rsidRPr="004F1EB9" w:rsidRDefault="007D0B70" w:rsidP="004F1EB9">
            <w:pPr>
              <w:jc w:val="center"/>
              <w:rPr>
                <w:sz w:val="24"/>
              </w:rPr>
            </w:pPr>
            <w:r w:rsidRPr="004F1EB9">
              <w:rPr>
                <w:sz w:val="24"/>
              </w:rPr>
              <w:t>Ремонт автодороги</w:t>
            </w:r>
          </w:p>
        </w:tc>
        <w:tc>
          <w:tcPr>
            <w:tcW w:w="1080" w:type="dxa"/>
            <w:vAlign w:val="center"/>
          </w:tcPr>
          <w:p w:rsidR="007D0B70" w:rsidRPr="004F1EB9" w:rsidRDefault="007D0B70" w:rsidP="004F1E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 w:rsidR="007D0B70" w:rsidRPr="008B1AA3" w:rsidTr="004F1EB9">
        <w:tc>
          <w:tcPr>
            <w:tcW w:w="44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2</w:t>
            </w:r>
          </w:p>
        </w:tc>
        <w:tc>
          <w:tcPr>
            <w:tcW w:w="297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МО «Зимне-Золотицкое»</w:t>
            </w:r>
          </w:p>
        </w:tc>
        <w:tc>
          <w:tcPr>
            <w:tcW w:w="2520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r w:rsidRPr="00EB64E1">
              <w:rPr>
                <w:sz w:val="24"/>
              </w:rPr>
              <w:t>Автодорога д.Нижняя Золотица</w:t>
            </w:r>
          </w:p>
        </w:tc>
        <w:tc>
          <w:tcPr>
            <w:tcW w:w="1815" w:type="dxa"/>
            <w:vAlign w:val="center"/>
          </w:tcPr>
          <w:p w:rsidR="007D0B70" w:rsidRPr="00EB64E1" w:rsidRDefault="007D0B70" w:rsidP="00EB64E1">
            <w:pPr>
              <w:jc w:val="center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EB64E1">
                <w:rPr>
                  <w:sz w:val="24"/>
                </w:rPr>
                <w:t>1 км</w:t>
              </w:r>
            </w:smartTag>
            <w:r w:rsidRPr="00EB64E1">
              <w:rPr>
                <w:sz w:val="24"/>
              </w:rPr>
              <w:t>.</w:t>
            </w:r>
          </w:p>
        </w:tc>
        <w:tc>
          <w:tcPr>
            <w:tcW w:w="1603" w:type="dxa"/>
            <w:vAlign w:val="center"/>
          </w:tcPr>
          <w:p w:rsidR="007D0B70" w:rsidRPr="004F1EB9" w:rsidRDefault="007D0B70" w:rsidP="004F1EB9">
            <w:pPr>
              <w:jc w:val="center"/>
              <w:rPr>
                <w:sz w:val="24"/>
              </w:rPr>
            </w:pPr>
            <w:r w:rsidRPr="004F1EB9">
              <w:rPr>
                <w:sz w:val="24"/>
              </w:rPr>
              <w:t>Ремонт автодороги</w:t>
            </w:r>
          </w:p>
        </w:tc>
        <w:tc>
          <w:tcPr>
            <w:tcW w:w="1080" w:type="dxa"/>
            <w:vAlign w:val="center"/>
          </w:tcPr>
          <w:p w:rsidR="007D0B70" w:rsidRPr="004F1EB9" w:rsidRDefault="007D0B70" w:rsidP="004F1E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</w:tbl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Default="007D0B70" w:rsidP="00887E84">
      <w:pPr>
        <w:jc w:val="center"/>
        <w:rPr>
          <w:b/>
          <w:sz w:val="28"/>
          <w:szCs w:val="28"/>
        </w:rPr>
      </w:pPr>
    </w:p>
    <w:p w:rsidR="007D0B70" w:rsidRPr="00887E84" w:rsidRDefault="007D0B70" w:rsidP="00887E84">
      <w:pPr>
        <w:jc w:val="center"/>
        <w:rPr>
          <w:b/>
          <w:sz w:val="28"/>
          <w:szCs w:val="28"/>
        </w:rPr>
      </w:pPr>
      <w:r w:rsidRPr="00724E53">
        <w:rPr>
          <w:b/>
          <w:sz w:val="28"/>
          <w:szCs w:val="28"/>
        </w:rPr>
        <w:t xml:space="preserve"> </w:t>
      </w:r>
    </w:p>
    <w:p w:rsidR="007D0B70" w:rsidRPr="00724E53" w:rsidRDefault="007D0B70" w:rsidP="00887E84">
      <w:pPr>
        <w:jc w:val="center"/>
        <w:rPr>
          <w:sz w:val="28"/>
          <w:szCs w:val="28"/>
        </w:rPr>
      </w:pPr>
    </w:p>
    <w:p w:rsidR="007D0B70" w:rsidRDefault="007D0B70"/>
    <w:sectPr w:rsidR="007D0B70" w:rsidSect="00534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E84"/>
    <w:rsid w:val="00166206"/>
    <w:rsid w:val="00166BCD"/>
    <w:rsid w:val="001B503D"/>
    <w:rsid w:val="00223CBD"/>
    <w:rsid w:val="002F249E"/>
    <w:rsid w:val="00373618"/>
    <w:rsid w:val="004F1EB9"/>
    <w:rsid w:val="0053408C"/>
    <w:rsid w:val="00724E53"/>
    <w:rsid w:val="007D0B70"/>
    <w:rsid w:val="007E5119"/>
    <w:rsid w:val="00830D8F"/>
    <w:rsid w:val="00887E84"/>
    <w:rsid w:val="008B1AA3"/>
    <w:rsid w:val="00971503"/>
    <w:rsid w:val="009C1C00"/>
    <w:rsid w:val="00A3385F"/>
    <w:rsid w:val="00BF330E"/>
    <w:rsid w:val="00DD7709"/>
    <w:rsid w:val="00EB64E1"/>
    <w:rsid w:val="00F130F8"/>
    <w:rsid w:val="00F15AFE"/>
    <w:rsid w:val="00FD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E84"/>
    <w:rPr>
      <w:rFonts w:ascii="Times New Roman" w:eastAsia="Times New Roman" w:hAnsi="Times New Roman"/>
      <w:sz w:val="1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B1AA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579</Words>
  <Characters>3306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bud07</cp:lastModifiedBy>
  <cp:revision>9</cp:revision>
  <dcterms:created xsi:type="dcterms:W3CDTF">2013-11-17T07:14:00Z</dcterms:created>
  <dcterms:modified xsi:type="dcterms:W3CDTF">2013-12-26T12:19:00Z</dcterms:modified>
</cp:coreProperties>
</file>